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0A0"/>
      </w:tblPr>
      <w:tblGrid>
        <w:gridCol w:w="8824"/>
        <w:gridCol w:w="232"/>
        <w:gridCol w:w="232"/>
      </w:tblGrid>
      <w:tr w:rsidR="00851BB8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/>
            </w:tblPr>
            <w:tblGrid>
              <w:gridCol w:w="10949"/>
            </w:tblGrid>
            <w:tr w:rsidR="00851BB8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851BB8" w:rsidRPr="00770436" w:rsidRDefault="00851BB8" w:rsidP="00EE7562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                                      </w:t>
                  </w:r>
                </w:p>
              </w:tc>
            </w:tr>
          </w:tbl>
          <w:p w:rsidR="00851BB8" w:rsidRPr="00F5091B" w:rsidRDefault="00851BB8" w:rsidP="00E31120"/>
        </w:tc>
        <w:tc>
          <w:tcPr>
            <w:tcW w:w="2046" w:type="dxa"/>
          </w:tcPr>
          <w:p w:rsidR="00851BB8" w:rsidRPr="00F5091B" w:rsidRDefault="00851BB8" w:rsidP="00E31120">
            <w:pPr>
              <w:jc w:val="center"/>
            </w:pPr>
          </w:p>
        </w:tc>
        <w:tc>
          <w:tcPr>
            <w:tcW w:w="3776" w:type="dxa"/>
          </w:tcPr>
          <w:p w:rsidR="00851BB8" w:rsidRPr="00F5091B" w:rsidRDefault="00851BB8" w:rsidP="00E31120">
            <w:pPr>
              <w:jc w:val="right"/>
            </w:pPr>
          </w:p>
        </w:tc>
      </w:tr>
    </w:tbl>
    <w:p w:rsidR="00851BB8" w:rsidRPr="004A2EB2" w:rsidRDefault="00851BB8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15</w:t>
      </w:r>
      <w:bookmarkStart w:id="0" w:name="_GoBack"/>
      <w:bookmarkEnd w:id="0"/>
      <w:r>
        <w:rPr>
          <w:sz w:val="18"/>
          <w:szCs w:val="18"/>
        </w:rPr>
        <w:t>.</w:t>
      </w:r>
      <w:r w:rsidRPr="001C729A">
        <w:rPr>
          <w:sz w:val="18"/>
          <w:szCs w:val="18"/>
        </w:rPr>
        <w:t>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MKA</w:t>
      </w:r>
    </w:p>
    <w:p w:rsidR="00851BB8" w:rsidRPr="00A75F53" w:rsidRDefault="00851BB8" w:rsidP="001F7AF8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851BB8" w:rsidRPr="00EA7159" w:rsidTr="001A21B3">
        <w:trPr>
          <w:trHeight w:val="567"/>
        </w:trPr>
        <w:tc>
          <w:tcPr>
            <w:tcW w:w="3555" w:type="dxa"/>
            <w:vAlign w:val="center"/>
          </w:tcPr>
          <w:p w:rsidR="00851BB8" w:rsidRPr="00EA7159" w:rsidRDefault="00851BB8" w:rsidP="001A21B3">
            <w:pPr>
              <w:jc w:val="center"/>
              <w:rPr>
                <w:i/>
                <w:lang w:val="pl-PL"/>
              </w:rPr>
            </w:pPr>
          </w:p>
          <w:p w:rsidR="00851BB8" w:rsidRPr="00EA7159" w:rsidRDefault="00851BB8" w:rsidP="001A21B3">
            <w:pPr>
              <w:jc w:val="center"/>
              <w:rPr>
                <w:i/>
                <w:lang w:val="pl-PL"/>
              </w:rPr>
            </w:pPr>
          </w:p>
          <w:p w:rsidR="00851BB8" w:rsidRPr="00EA7159" w:rsidRDefault="00851BB8" w:rsidP="001A21B3">
            <w:pPr>
              <w:jc w:val="center"/>
              <w:rPr>
                <w:i/>
                <w:lang w:val="pl-PL"/>
              </w:rPr>
            </w:pPr>
          </w:p>
          <w:p w:rsidR="00851BB8" w:rsidRPr="00EA7159" w:rsidRDefault="00851BB8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851BB8" w:rsidRPr="00EA7159" w:rsidRDefault="00851BB8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851BB8" w:rsidRPr="00EA7159" w:rsidRDefault="00851BB8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851BB8" w:rsidRPr="00EA7159" w:rsidRDefault="00851BB8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851BB8" w:rsidRDefault="00851BB8" w:rsidP="00D51C58">
      <w:pPr>
        <w:spacing w:line="276" w:lineRule="auto"/>
        <w:jc w:val="both"/>
        <w:rPr>
          <w:b/>
          <w:bCs/>
          <w:color w:val="000000"/>
          <w:kern w:val="1"/>
          <w:sz w:val="22"/>
          <w:szCs w:val="22"/>
          <w:lang w:eastAsia="ar-SA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B0244D">
        <w:rPr>
          <w:b/>
          <w:kern w:val="1"/>
          <w:sz w:val="22"/>
          <w:szCs w:val="22"/>
          <w:lang w:val="pl-PL" w:eastAsia="zh-CN"/>
        </w:rPr>
        <w:t>„</w:t>
      </w:r>
      <w:r w:rsidRPr="00B0244D">
        <w:rPr>
          <w:b/>
          <w:bCs/>
          <w:color w:val="000000"/>
          <w:kern w:val="1"/>
          <w:sz w:val="22"/>
          <w:szCs w:val="22"/>
          <w:lang w:val="pl-PL" w:eastAsia="ar-SA"/>
        </w:rPr>
        <w:t>Opracowanie kompletnej dokumentacji projektu pn</w:t>
      </w:r>
      <w:r w:rsidRPr="00B0244D">
        <w:rPr>
          <w:bCs/>
          <w:color w:val="000000"/>
          <w:kern w:val="1"/>
          <w:sz w:val="22"/>
          <w:szCs w:val="22"/>
          <w:lang w:val="pl-PL" w:eastAsia="ar-SA"/>
        </w:rPr>
        <w:t>.</w:t>
      </w:r>
      <w:r w:rsidRPr="00B0244D">
        <w:rPr>
          <w:b/>
          <w:bCs/>
          <w:color w:val="000000"/>
          <w:kern w:val="1"/>
          <w:sz w:val="22"/>
          <w:szCs w:val="22"/>
          <w:lang w:val="pl-PL" w:eastAsia="ar-SA"/>
        </w:rPr>
        <w:t xml:space="preserve"> </w:t>
      </w:r>
      <w:r>
        <w:rPr>
          <w:b/>
          <w:bCs/>
          <w:color w:val="000000"/>
          <w:kern w:val="1"/>
          <w:sz w:val="22"/>
          <w:szCs w:val="22"/>
          <w:lang w:eastAsia="ar-SA"/>
        </w:rPr>
        <w:t>„Poprawa efektywności energetycznej budynków użyteczności publicznej na terenie Sandomierza”:</w:t>
      </w:r>
    </w:p>
    <w:p w:rsidR="00851BB8" w:rsidRPr="00B0244D" w:rsidRDefault="00851BB8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I;</w:t>
      </w:r>
      <w:r>
        <w:rPr>
          <w:b/>
          <w:kern w:val="1"/>
          <w:sz w:val="22"/>
          <w:szCs w:val="22"/>
          <w:lang w:val="pl-PL" w:eastAsia="zh-CN"/>
        </w:rPr>
        <w:t xml:space="preserve"> </w:t>
      </w:r>
      <w:r w:rsidRPr="00B0244D">
        <w:rPr>
          <w:b/>
          <w:kern w:val="1"/>
          <w:sz w:val="22"/>
          <w:szCs w:val="22"/>
          <w:lang w:val="pl-PL" w:eastAsia="zh-CN"/>
        </w:rPr>
        <w:t>„Termomodernizacja budynku Szkoły Podstawowej nr 4, wymiana oświetlenia, montaż paneli fotowoltaicznych .” *</w:t>
      </w:r>
    </w:p>
    <w:p w:rsidR="00851BB8" w:rsidRDefault="00851BB8" w:rsidP="008F2F15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II:</w:t>
      </w:r>
      <w:r>
        <w:rPr>
          <w:b/>
          <w:kern w:val="1"/>
          <w:sz w:val="22"/>
          <w:szCs w:val="22"/>
          <w:lang w:val="pl-PL" w:eastAsia="zh-CN"/>
        </w:rPr>
        <w:t xml:space="preserve"> „</w:t>
      </w:r>
      <w:r w:rsidRPr="00B0244D">
        <w:rPr>
          <w:b/>
          <w:sz w:val="22"/>
          <w:szCs w:val="22"/>
          <w:lang w:val="pl-PL"/>
        </w:rPr>
        <w:t>Termomodernizacja budynku CR MOSiR, wymiana oświetlenia, montaż pnaeli fotowoltaicznych.</w:t>
      </w:r>
      <w:r>
        <w:rPr>
          <w:b/>
          <w:kern w:val="1"/>
          <w:sz w:val="22"/>
          <w:szCs w:val="22"/>
          <w:lang w:val="pl-PL" w:eastAsia="zh-CN"/>
        </w:rPr>
        <w:t>” *</w:t>
      </w:r>
    </w:p>
    <w:p w:rsidR="00851BB8" w:rsidRDefault="00851BB8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III</w:t>
      </w:r>
      <w:r>
        <w:rPr>
          <w:kern w:val="1"/>
          <w:sz w:val="22"/>
          <w:szCs w:val="22"/>
          <w:lang w:val="pl-PL" w:eastAsia="zh-CN"/>
        </w:rPr>
        <w:t>:</w:t>
      </w:r>
      <w:r>
        <w:rPr>
          <w:b/>
          <w:kern w:val="1"/>
          <w:sz w:val="22"/>
          <w:szCs w:val="22"/>
          <w:lang w:val="pl-PL" w:eastAsia="zh-CN"/>
        </w:rPr>
        <w:t xml:space="preserve"> „</w:t>
      </w:r>
      <w:r w:rsidRPr="00B0244D">
        <w:rPr>
          <w:b/>
          <w:sz w:val="22"/>
          <w:szCs w:val="22"/>
          <w:lang w:val="pl-PL"/>
        </w:rPr>
        <w:t>Termomodernizacja budynku Gimnazjum nr 1, wymiana oświetlenia, montaż paneli fotowoltaicznych</w:t>
      </w:r>
      <w:r>
        <w:rPr>
          <w:b/>
          <w:kern w:val="1"/>
          <w:sz w:val="22"/>
          <w:szCs w:val="22"/>
          <w:lang w:val="pl-PL" w:eastAsia="zh-CN"/>
        </w:rPr>
        <w:t>” *</w:t>
      </w:r>
    </w:p>
    <w:p w:rsidR="00851BB8" w:rsidRDefault="00851BB8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</w:p>
    <w:p w:rsidR="00851BB8" w:rsidRPr="009164A6" w:rsidRDefault="00851BB8" w:rsidP="009164A6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kern w:val="1"/>
          <w:sz w:val="22"/>
          <w:szCs w:val="22"/>
          <w:lang w:val="pl-PL" w:eastAsia="zh-CN"/>
        </w:rPr>
        <w:t xml:space="preserve">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851BB8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851BB8" w:rsidRPr="00EA7159" w:rsidRDefault="00851BB8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851BB8" w:rsidRPr="00EA7159" w:rsidRDefault="00851BB8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851BB8" w:rsidRPr="00EA7159" w:rsidRDefault="00851BB8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851BB8" w:rsidRPr="00EA7159" w:rsidRDefault="00851BB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851BB8" w:rsidRPr="00EA7159" w:rsidRDefault="00851BB8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851BB8" w:rsidRDefault="00851BB8" w:rsidP="001B6DF9">
      <w:pPr>
        <w:rPr>
          <w:sz w:val="22"/>
          <w:szCs w:val="22"/>
          <w:lang w:val="pl-PL"/>
        </w:rPr>
      </w:pPr>
    </w:p>
    <w:p w:rsidR="00851BB8" w:rsidRDefault="00851BB8" w:rsidP="000B4038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851BB8" w:rsidRPr="00A75F53" w:rsidRDefault="00851BB8" w:rsidP="000B4038">
      <w:pPr>
        <w:rPr>
          <w:b/>
          <w:sz w:val="20"/>
          <w:szCs w:val="20"/>
          <w:u w:val="single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851BB8" w:rsidRPr="00A75F53" w:rsidSect="0052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BB8" w:rsidRDefault="00851BB8" w:rsidP="009615F6">
      <w:r>
        <w:separator/>
      </w:r>
    </w:p>
  </w:endnote>
  <w:endnote w:type="continuationSeparator" w:id="0">
    <w:p w:rsidR="00851BB8" w:rsidRDefault="00851BB8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BB8" w:rsidRDefault="00851BB8" w:rsidP="009615F6">
      <w:r>
        <w:separator/>
      </w:r>
    </w:p>
  </w:footnote>
  <w:footnote w:type="continuationSeparator" w:id="0">
    <w:p w:rsidR="00851BB8" w:rsidRDefault="00851BB8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6DF9"/>
    <w:rsid w:val="001C0B7A"/>
    <w:rsid w:val="001C729A"/>
    <w:rsid w:val="001F7AF8"/>
    <w:rsid w:val="00272F10"/>
    <w:rsid w:val="00274E5B"/>
    <w:rsid w:val="002835E3"/>
    <w:rsid w:val="002A6662"/>
    <w:rsid w:val="002C36C9"/>
    <w:rsid w:val="002D72E3"/>
    <w:rsid w:val="00341472"/>
    <w:rsid w:val="003A0799"/>
    <w:rsid w:val="003A390A"/>
    <w:rsid w:val="00435187"/>
    <w:rsid w:val="00473123"/>
    <w:rsid w:val="00486619"/>
    <w:rsid w:val="00496E8E"/>
    <w:rsid w:val="004A2EB2"/>
    <w:rsid w:val="00502E4C"/>
    <w:rsid w:val="00527BC4"/>
    <w:rsid w:val="005A0539"/>
    <w:rsid w:val="005C17A3"/>
    <w:rsid w:val="005E0873"/>
    <w:rsid w:val="00601906"/>
    <w:rsid w:val="00625FC4"/>
    <w:rsid w:val="006A45A7"/>
    <w:rsid w:val="007211A4"/>
    <w:rsid w:val="00770436"/>
    <w:rsid w:val="00771F81"/>
    <w:rsid w:val="0082426F"/>
    <w:rsid w:val="00847E72"/>
    <w:rsid w:val="00851BB8"/>
    <w:rsid w:val="00860835"/>
    <w:rsid w:val="008629F2"/>
    <w:rsid w:val="008836CF"/>
    <w:rsid w:val="00894BAD"/>
    <w:rsid w:val="008E0A5C"/>
    <w:rsid w:val="008F2F15"/>
    <w:rsid w:val="009164A6"/>
    <w:rsid w:val="009615F6"/>
    <w:rsid w:val="009C2040"/>
    <w:rsid w:val="00A75F53"/>
    <w:rsid w:val="00A85617"/>
    <w:rsid w:val="00AA608D"/>
    <w:rsid w:val="00AB6F6E"/>
    <w:rsid w:val="00AC6E54"/>
    <w:rsid w:val="00B0244D"/>
    <w:rsid w:val="00B44366"/>
    <w:rsid w:val="00B869BE"/>
    <w:rsid w:val="00BA650D"/>
    <w:rsid w:val="00BB3258"/>
    <w:rsid w:val="00BD092A"/>
    <w:rsid w:val="00CD5701"/>
    <w:rsid w:val="00CE2BC1"/>
    <w:rsid w:val="00D51C58"/>
    <w:rsid w:val="00DB04CE"/>
    <w:rsid w:val="00DD173B"/>
    <w:rsid w:val="00DE5D0F"/>
    <w:rsid w:val="00E26644"/>
    <w:rsid w:val="00E31120"/>
    <w:rsid w:val="00E92A49"/>
    <w:rsid w:val="00EA7159"/>
    <w:rsid w:val="00EE7562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1</Pages>
  <Words>343</Words>
  <Characters>2060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50</cp:revision>
  <cp:lastPrinted>2019-02-14T08:07:00Z</cp:lastPrinted>
  <dcterms:created xsi:type="dcterms:W3CDTF">2016-08-08T13:18:00Z</dcterms:created>
  <dcterms:modified xsi:type="dcterms:W3CDTF">2019-06-18T06:09:00Z</dcterms:modified>
</cp:coreProperties>
</file>